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74FE99D2" w:rsidR="003F10CA" w:rsidRPr="00CB1C27" w:rsidRDefault="00CB1C27" w:rsidP="00050B3A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CB1C27">
        <w:rPr>
          <w:rFonts w:asciiTheme="minorHAnsi" w:hAnsiTheme="minorHAnsi"/>
          <w:szCs w:val="36"/>
        </w:rPr>
        <w:t xml:space="preserve">Załącznik numer </w:t>
      </w:r>
      <w:r w:rsidR="000447B5">
        <w:rPr>
          <w:rFonts w:asciiTheme="minorHAnsi" w:hAnsiTheme="minorHAnsi"/>
          <w:szCs w:val="36"/>
        </w:rPr>
        <w:t>5</w:t>
      </w:r>
      <w:r w:rsidRPr="00CB1C27">
        <w:rPr>
          <w:rFonts w:asciiTheme="minorHAnsi" w:hAnsiTheme="minorHAnsi"/>
          <w:szCs w:val="36"/>
        </w:rPr>
        <w:t xml:space="preserve"> do Zapytania ofertowego</w:t>
      </w:r>
      <w:r w:rsidR="00323099">
        <w:rPr>
          <w:rFonts w:asciiTheme="minorHAnsi" w:hAnsiTheme="minorHAnsi"/>
          <w:szCs w:val="36"/>
        </w:rPr>
        <w:t xml:space="preserve"> </w:t>
      </w:r>
      <w:proofErr w:type="spellStart"/>
      <w:r w:rsidR="00D5292F" w:rsidRPr="0097291A">
        <w:rPr>
          <w:rFonts w:asciiTheme="minorHAnsi" w:hAnsiTheme="minorHAnsi"/>
          <w:szCs w:val="36"/>
        </w:rPr>
        <w:t>WSNoZ</w:t>
      </w:r>
      <w:proofErr w:type="spellEnd"/>
      <w:r w:rsidR="00D5292F" w:rsidRPr="0097291A">
        <w:rPr>
          <w:rFonts w:asciiTheme="minorHAnsi" w:hAnsiTheme="minorHAnsi"/>
          <w:szCs w:val="36"/>
        </w:rPr>
        <w:t>/</w:t>
      </w:r>
      <w:r w:rsidR="000965BC">
        <w:rPr>
          <w:rFonts w:asciiTheme="minorHAnsi" w:hAnsiTheme="minorHAnsi"/>
          <w:szCs w:val="36"/>
        </w:rPr>
        <w:t>4</w:t>
      </w:r>
      <w:r w:rsidR="00D5292F" w:rsidRPr="0097291A">
        <w:rPr>
          <w:rFonts w:asciiTheme="minorHAnsi" w:hAnsiTheme="minorHAnsi"/>
          <w:szCs w:val="36"/>
        </w:rPr>
        <w:t xml:space="preserve">/11/2025 </w:t>
      </w:r>
      <w:r w:rsidRPr="00CB1C27">
        <w:rPr>
          <w:rFonts w:asciiTheme="minorHAnsi" w:hAnsiTheme="minorHAnsi"/>
          <w:szCs w:val="36"/>
        </w:rPr>
        <w:t>– „Oświadczenie o braku powiązań osobowych lub kapitałowych”</w:t>
      </w:r>
    </w:p>
    <w:p w14:paraId="6BFCDE7C" w14:textId="5C310038" w:rsidR="0098541A" w:rsidRPr="00CB1C27" w:rsidRDefault="000A6C65" w:rsidP="00050B3A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567B4827" w:rsidR="00640E6E" w:rsidRPr="00CB1C27" w:rsidRDefault="00640E6E" w:rsidP="00050B3A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Pełna nazwa wykonawcy:</w:t>
      </w:r>
    </w:p>
    <w:p w14:paraId="2D0232E0" w14:textId="528BE59F" w:rsidR="00640E6E" w:rsidRPr="00CB1C27" w:rsidRDefault="00640E6E" w:rsidP="00050B3A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REGON:</w:t>
      </w:r>
    </w:p>
    <w:p w14:paraId="486683E8" w14:textId="5BF4DC5A" w:rsidR="00640E6E" w:rsidRPr="00CB1C27" w:rsidRDefault="00640E6E" w:rsidP="00050B3A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NIP:</w:t>
      </w:r>
    </w:p>
    <w:p w14:paraId="1FDF2E87" w14:textId="5BB64F7F" w:rsidR="00640E6E" w:rsidRPr="00CB1C27" w:rsidRDefault="00640E6E" w:rsidP="00050B3A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telefonu:</w:t>
      </w:r>
    </w:p>
    <w:p w14:paraId="5008C350" w14:textId="7C149D11" w:rsidR="00640E6E" w:rsidRPr="00CB1C27" w:rsidRDefault="00640E6E" w:rsidP="00050B3A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faksu (pole opcjonalne):</w:t>
      </w:r>
    </w:p>
    <w:p w14:paraId="7B39BED5" w14:textId="3DDA7E87" w:rsidR="00640E6E" w:rsidRPr="00CB1C27" w:rsidRDefault="00640E6E" w:rsidP="00050B3A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Adres poczty elektronicznej:</w:t>
      </w:r>
    </w:p>
    <w:p w14:paraId="14075261" w14:textId="2B563EE1" w:rsidR="00630723" w:rsidRPr="00CB1C27" w:rsidRDefault="00CB1C27" w:rsidP="00050B3A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Treść oświadczenia</w:t>
      </w:r>
    </w:p>
    <w:p w14:paraId="7F85D68F" w14:textId="75FA6F16" w:rsidR="00CB1C27" w:rsidRPr="00CB1C27" w:rsidRDefault="00CB1C27" w:rsidP="00050B3A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Oświadczam, że nie jestem powiązany z Zamawiającym osobowo ani kapitałowo.</w:t>
      </w:r>
    </w:p>
    <w:p w14:paraId="4C8519F2" w14:textId="23849CE0" w:rsidR="00CB1C27" w:rsidRPr="00CB1C27" w:rsidRDefault="00CB1C27" w:rsidP="00050B3A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W przypadku składania oświadczenia w imieniu kilku wykonawców:</w:t>
      </w:r>
    </w:p>
    <w:p w14:paraId="30E536AC" w14:textId="3182F6D9" w:rsidR="00D429B8" w:rsidRPr="00CB1C27" w:rsidRDefault="00CB1C27" w:rsidP="00050B3A">
      <w:pPr>
        <w:pStyle w:val="Akapitzlist"/>
        <w:numPr>
          <w:ilvl w:val="1"/>
          <w:numId w:val="9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Oświadczamy, że nie jesteśmy powiązani z Zamawiającym osobowo ani kapitałowo.</w:t>
      </w:r>
    </w:p>
    <w:p w14:paraId="370A2809" w14:textId="3BD464B6" w:rsidR="00D429B8" w:rsidRPr="00CB1C27" w:rsidRDefault="00CB1C27" w:rsidP="00050B3A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Definicja powiązań kapitałowych lub osobowych</w:t>
      </w:r>
    </w:p>
    <w:p w14:paraId="0430491F" w14:textId="77777777" w:rsidR="00CB1C27" w:rsidRPr="00CB1C27" w:rsidRDefault="00CB1C27" w:rsidP="00050B3A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Zamawiającego, lub osobami wykonującymi w jego imieniu czynności związane z przygotowaniem i przeprowadzeniem procedury wyboru wykonawcy, a wykonawcą.</w:t>
      </w:r>
    </w:p>
    <w:p w14:paraId="4B71D7D1" w14:textId="3084635F" w:rsidR="00CB1C27" w:rsidRPr="00CB1C27" w:rsidRDefault="00CB1C27" w:rsidP="00050B3A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lastRenderedPageBreak/>
        <w:t>Powiązania te mogą polegać w szczególności na:</w:t>
      </w:r>
    </w:p>
    <w:p w14:paraId="6971578C" w14:textId="61E4F380" w:rsidR="00CB1C27" w:rsidRPr="00CB1C27" w:rsidRDefault="00CB1C27" w:rsidP="00050B3A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Uczestniczeniu w spółce jako wspólnik spółki cywilnej lub osobowej;</w:t>
      </w:r>
    </w:p>
    <w:p w14:paraId="3C3881E8" w14:textId="1E9A1431" w:rsidR="00CB1C27" w:rsidRPr="00CB1C27" w:rsidRDefault="00CB1C27" w:rsidP="00050B3A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Posiadaniu co najmniej dziesięciu procent udziałów lub akcji, o ile niższy próg nie wynika z przepisów prawa lub nie został określony przez Instytucję Zarządzającą Programem Operacyjnym;</w:t>
      </w:r>
    </w:p>
    <w:p w14:paraId="5EDC7845" w14:textId="18054ED4" w:rsidR="00CB1C27" w:rsidRPr="00CB1C27" w:rsidRDefault="00CB1C27" w:rsidP="00050B3A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Pełnieniu funkcji członka organu nadzorczego lub zarządzającego, prokurenta bądź pełnomocnika;</w:t>
      </w:r>
    </w:p>
    <w:p w14:paraId="7FE62874" w14:textId="1EADE93E" w:rsidR="00CB1C27" w:rsidRPr="00CB1C27" w:rsidRDefault="00CB1C27" w:rsidP="00050B3A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Pozostawaniu w związku małżeńskim albo w stosunku pokrewieństwa lub powinowactwa w linii prostej, pokrewieństwa drugiego stopnia lub powinowactwa drugiego stopnia w linii bocznej, a także w stosunku przysposobienia, opieki lub kurateli.</w:t>
      </w:r>
    </w:p>
    <w:p w14:paraId="42DA98F3" w14:textId="770C516B" w:rsidR="00CB1C27" w:rsidRPr="00CB1C27" w:rsidRDefault="00CB1C27" w:rsidP="00050B3A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Podpis osoby uprawnionej do reprezentowania wykonawcy</w:t>
      </w:r>
    </w:p>
    <w:p w14:paraId="656C9811" w14:textId="0234C382" w:rsidR="00CB1C27" w:rsidRPr="00CB1C27" w:rsidRDefault="00CB1C27" w:rsidP="00050B3A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Imię i nazwisko:</w:t>
      </w:r>
    </w:p>
    <w:p w14:paraId="069A46C0" w14:textId="3D3D0A20" w:rsidR="00CB1C27" w:rsidRPr="00CB1C27" w:rsidRDefault="00CB1C27" w:rsidP="00050B3A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Funkcja (na przykład: właściciel, członek zarządu, pełnomocnik):</w:t>
      </w:r>
      <w:r>
        <w:rPr>
          <w:rFonts w:asciiTheme="minorHAnsi" w:hAnsiTheme="minorHAnsi" w:cstheme="minorHAnsi"/>
        </w:rPr>
        <w:br/>
      </w:r>
    </w:p>
    <w:p w14:paraId="6A7E4FFD" w14:textId="1E37EC61" w:rsidR="00CB1C27" w:rsidRPr="00AE1DDF" w:rsidRDefault="00CB1C27" w:rsidP="00050B3A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Podpis:</w:t>
      </w:r>
    </w:p>
    <w:p w14:paraId="0BF25EC6" w14:textId="627401DA" w:rsidR="00CB1C27" w:rsidRPr="00CB1C27" w:rsidRDefault="00CB1C27" w:rsidP="00050B3A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Data złożenia podpisu (rok – miesiąc – dzień):</w:t>
      </w:r>
    </w:p>
    <w:sectPr w:rsidR="00CB1C27" w:rsidRPr="00CB1C27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0023F" w14:textId="77777777" w:rsidR="005A7BB0" w:rsidRPr="008757DC" w:rsidRDefault="005A7BB0" w:rsidP="00E601A4">
      <w:r w:rsidRPr="008757DC">
        <w:separator/>
      </w:r>
    </w:p>
  </w:endnote>
  <w:endnote w:type="continuationSeparator" w:id="0">
    <w:p w14:paraId="4B68B344" w14:textId="77777777" w:rsidR="005A7BB0" w:rsidRPr="008757DC" w:rsidRDefault="005A7BB0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AE1DDF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AE1DDF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AE1DDF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AE1DDF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AE1DDF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AE1DDF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AE1DDF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AE1DDF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AE1DDF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AE1DDF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AE1DDF">
      <w:rPr>
        <w:rFonts w:asciiTheme="minorHAnsi" w:hAnsiTheme="minorHAnsi" w:cstheme="minorHAnsi"/>
        <w:caps/>
        <w:color w:val="auto"/>
      </w:rPr>
      <w:fldChar w:fldCharType="begin"/>
    </w:r>
    <w:r w:rsidRPr="00AE1DDF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AE1DDF">
      <w:rPr>
        <w:rFonts w:asciiTheme="minorHAnsi" w:hAnsiTheme="minorHAnsi" w:cstheme="minorHAnsi"/>
        <w:caps/>
        <w:color w:val="auto"/>
      </w:rPr>
      <w:fldChar w:fldCharType="separate"/>
    </w:r>
    <w:r w:rsidRPr="00AE1DDF">
      <w:rPr>
        <w:rFonts w:asciiTheme="minorHAnsi" w:hAnsiTheme="minorHAnsi" w:cstheme="minorHAnsi"/>
        <w:caps/>
        <w:color w:val="auto"/>
      </w:rPr>
      <w:t>2</w:t>
    </w:r>
    <w:r w:rsidRPr="00AE1DDF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AE1DDF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AD23D" w14:textId="77777777" w:rsidR="005A7BB0" w:rsidRPr="008757DC" w:rsidRDefault="005A7BB0" w:rsidP="00E601A4">
      <w:r w:rsidRPr="008757DC">
        <w:separator/>
      </w:r>
    </w:p>
  </w:footnote>
  <w:footnote w:type="continuationSeparator" w:id="0">
    <w:p w14:paraId="24D883B1" w14:textId="77777777" w:rsidR="005A7BB0" w:rsidRPr="008757DC" w:rsidRDefault="005A7BB0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2260D348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xmlns:arto="http://schemas.microsoft.com/office/word/2006/arto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F223B0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1A22C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2"/>
  </w:num>
  <w:num w:numId="2" w16cid:durableId="1506214282">
    <w:abstractNumId w:val="1"/>
  </w:num>
  <w:num w:numId="3" w16cid:durableId="1726172554">
    <w:abstractNumId w:val="3"/>
  </w:num>
  <w:num w:numId="4" w16cid:durableId="843284076">
    <w:abstractNumId w:val="4"/>
  </w:num>
  <w:num w:numId="5" w16cid:durableId="1883592032">
    <w:abstractNumId w:val="0"/>
  </w:num>
  <w:num w:numId="6" w16cid:durableId="2089761661">
    <w:abstractNumId w:val="9"/>
  </w:num>
  <w:num w:numId="7" w16cid:durableId="1893998279">
    <w:abstractNumId w:val="5"/>
  </w:num>
  <w:num w:numId="8" w16cid:durableId="538736806">
    <w:abstractNumId w:val="6"/>
  </w:num>
  <w:num w:numId="9" w16cid:durableId="409085288">
    <w:abstractNumId w:val="7"/>
  </w:num>
  <w:num w:numId="10" w16cid:durableId="23593875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06D09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47B5"/>
    <w:rsid w:val="000463FF"/>
    <w:rsid w:val="00050B3A"/>
    <w:rsid w:val="000545B5"/>
    <w:rsid w:val="000562C9"/>
    <w:rsid w:val="00056949"/>
    <w:rsid w:val="00057E1C"/>
    <w:rsid w:val="00062269"/>
    <w:rsid w:val="0006426B"/>
    <w:rsid w:val="00066891"/>
    <w:rsid w:val="000768A8"/>
    <w:rsid w:val="00080947"/>
    <w:rsid w:val="00094F10"/>
    <w:rsid w:val="000965BC"/>
    <w:rsid w:val="000A2EAA"/>
    <w:rsid w:val="000A39AF"/>
    <w:rsid w:val="000A6C65"/>
    <w:rsid w:val="000B03DE"/>
    <w:rsid w:val="000B75D4"/>
    <w:rsid w:val="000C20F5"/>
    <w:rsid w:val="000C4A2F"/>
    <w:rsid w:val="000C62AA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409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54CEA"/>
    <w:rsid w:val="00162697"/>
    <w:rsid w:val="0017056E"/>
    <w:rsid w:val="0017742C"/>
    <w:rsid w:val="0018109F"/>
    <w:rsid w:val="0018750D"/>
    <w:rsid w:val="0019219F"/>
    <w:rsid w:val="0019297C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24124"/>
    <w:rsid w:val="002262AE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12F6"/>
    <w:rsid w:val="002F253A"/>
    <w:rsid w:val="0030228C"/>
    <w:rsid w:val="003050E4"/>
    <w:rsid w:val="00305C71"/>
    <w:rsid w:val="00306514"/>
    <w:rsid w:val="00307690"/>
    <w:rsid w:val="00322D5E"/>
    <w:rsid w:val="00323099"/>
    <w:rsid w:val="00327109"/>
    <w:rsid w:val="0033781C"/>
    <w:rsid w:val="00340368"/>
    <w:rsid w:val="0035688D"/>
    <w:rsid w:val="003572D1"/>
    <w:rsid w:val="00364930"/>
    <w:rsid w:val="0036568E"/>
    <w:rsid w:val="003749A1"/>
    <w:rsid w:val="00377BB4"/>
    <w:rsid w:val="00380BC8"/>
    <w:rsid w:val="00382BDF"/>
    <w:rsid w:val="00384E9F"/>
    <w:rsid w:val="00391275"/>
    <w:rsid w:val="003A10AA"/>
    <w:rsid w:val="003A2D03"/>
    <w:rsid w:val="003B0E6C"/>
    <w:rsid w:val="003B6191"/>
    <w:rsid w:val="003B6AB3"/>
    <w:rsid w:val="003C101E"/>
    <w:rsid w:val="003C107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3F385E"/>
    <w:rsid w:val="0040257D"/>
    <w:rsid w:val="00402580"/>
    <w:rsid w:val="004030F7"/>
    <w:rsid w:val="0040416E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0DE5"/>
    <w:rsid w:val="004F2432"/>
    <w:rsid w:val="004F4C11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879FD"/>
    <w:rsid w:val="005915B8"/>
    <w:rsid w:val="00592A1E"/>
    <w:rsid w:val="00594161"/>
    <w:rsid w:val="00594C2E"/>
    <w:rsid w:val="005A2357"/>
    <w:rsid w:val="005A5397"/>
    <w:rsid w:val="005A5E9D"/>
    <w:rsid w:val="005A70F3"/>
    <w:rsid w:val="005A7BB0"/>
    <w:rsid w:val="005A7F50"/>
    <w:rsid w:val="005B2A77"/>
    <w:rsid w:val="005B4D65"/>
    <w:rsid w:val="005D6D9D"/>
    <w:rsid w:val="005E2720"/>
    <w:rsid w:val="005E46CE"/>
    <w:rsid w:val="005E70D5"/>
    <w:rsid w:val="005F12D5"/>
    <w:rsid w:val="00600D3D"/>
    <w:rsid w:val="006041C1"/>
    <w:rsid w:val="0060633E"/>
    <w:rsid w:val="00607054"/>
    <w:rsid w:val="006075CE"/>
    <w:rsid w:val="0061602D"/>
    <w:rsid w:val="00617483"/>
    <w:rsid w:val="00626FBE"/>
    <w:rsid w:val="0063032E"/>
    <w:rsid w:val="00630673"/>
    <w:rsid w:val="00630723"/>
    <w:rsid w:val="00640E6E"/>
    <w:rsid w:val="006413C2"/>
    <w:rsid w:val="00645744"/>
    <w:rsid w:val="00647FBC"/>
    <w:rsid w:val="00650988"/>
    <w:rsid w:val="00652534"/>
    <w:rsid w:val="0065657C"/>
    <w:rsid w:val="00672F4A"/>
    <w:rsid w:val="00680213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30DEF"/>
    <w:rsid w:val="00732182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0A82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5271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5CC0"/>
    <w:rsid w:val="009C07CE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C0650"/>
    <w:rsid w:val="00AC1934"/>
    <w:rsid w:val="00AC1CDD"/>
    <w:rsid w:val="00AC4D4A"/>
    <w:rsid w:val="00AD3657"/>
    <w:rsid w:val="00AD6AE6"/>
    <w:rsid w:val="00AE191A"/>
    <w:rsid w:val="00AE1DDF"/>
    <w:rsid w:val="00AF06D8"/>
    <w:rsid w:val="00AF704A"/>
    <w:rsid w:val="00B210A3"/>
    <w:rsid w:val="00B274ED"/>
    <w:rsid w:val="00B441A0"/>
    <w:rsid w:val="00B44784"/>
    <w:rsid w:val="00B449F7"/>
    <w:rsid w:val="00B50524"/>
    <w:rsid w:val="00B519FF"/>
    <w:rsid w:val="00B523B6"/>
    <w:rsid w:val="00B5619A"/>
    <w:rsid w:val="00B67F84"/>
    <w:rsid w:val="00B767D6"/>
    <w:rsid w:val="00B80717"/>
    <w:rsid w:val="00B808C0"/>
    <w:rsid w:val="00B876D0"/>
    <w:rsid w:val="00B92DD7"/>
    <w:rsid w:val="00B978E0"/>
    <w:rsid w:val="00BB28CC"/>
    <w:rsid w:val="00BC4576"/>
    <w:rsid w:val="00BC5855"/>
    <w:rsid w:val="00BC68ED"/>
    <w:rsid w:val="00BC7BAE"/>
    <w:rsid w:val="00BE0203"/>
    <w:rsid w:val="00BE58C1"/>
    <w:rsid w:val="00BE7235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460E7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27"/>
    <w:rsid w:val="00CB1CD7"/>
    <w:rsid w:val="00CB491A"/>
    <w:rsid w:val="00CC0152"/>
    <w:rsid w:val="00CC1703"/>
    <w:rsid w:val="00CC1A8A"/>
    <w:rsid w:val="00CC5AED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429B8"/>
    <w:rsid w:val="00D51401"/>
    <w:rsid w:val="00D51A20"/>
    <w:rsid w:val="00D52521"/>
    <w:rsid w:val="00D5292F"/>
    <w:rsid w:val="00D61F6D"/>
    <w:rsid w:val="00D65EE2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53D"/>
    <w:rsid w:val="00EB0B84"/>
    <w:rsid w:val="00EB4433"/>
    <w:rsid w:val="00EB7245"/>
    <w:rsid w:val="00EC43CD"/>
    <w:rsid w:val="00ED05BE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4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0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Zyśk</dc:creator>
  <cp:keywords/>
  <dc:description/>
  <cp:lastModifiedBy>Mateusz Zyśk</cp:lastModifiedBy>
  <cp:revision>3</cp:revision>
  <cp:lastPrinted>2025-11-04T09:36:00Z</cp:lastPrinted>
  <dcterms:created xsi:type="dcterms:W3CDTF">2025-11-12T08:49:00Z</dcterms:created>
  <dcterms:modified xsi:type="dcterms:W3CDTF">2025-11-13T13:30:00Z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